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6FC17365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</w:t>
      </w:r>
      <w:r w:rsidR="007B4B17">
        <w:t>met</w:t>
      </w:r>
      <w:r w:rsidR="009A54BB">
        <w:t xml:space="preserve"> </w:t>
      </w:r>
      <w:proofErr w:type="spellStart"/>
      <w:r w:rsidR="009A54BB">
        <w:t>kraangat</w:t>
      </w:r>
      <w:proofErr w:type="spellEnd"/>
      <w:r w:rsidR="6B3ABD7B">
        <w:t xml:space="preserve">, </w:t>
      </w:r>
      <w:r w:rsidR="007B4B17">
        <w:t xml:space="preserve">met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4131123A" w:rsidR="00756046" w:rsidRDefault="009A54BB" w:rsidP="009A54BB">
      <w:r>
        <w:t xml:space="preserve">Het kraanvlak is volledig vlak </w:t>
      </w:r>
      <w:r w:rsidR="007B4B17">
        <w:t>en voorzien van een</w:t>
      </w:r>
      <w:r w:rsidR="56CDD6A9">
        <w:t xml:space="preserve"> </w:t>
      </w:r>
      <w:proofErr w:type="spellStart"/>
      <w:r w:rsidR="56CDD6A9">
        <w:t>kraangat</w:t>
      </w:r>
      <w:proofErr w:type="spellEnd"/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444C31DA" w:rsidR="00DD0E11" w:rsidRDefault="005F4D52" w:rsidP="00DD0E11">
      <w:r>
        <w:t>Diepte:</w:t>
      </w:r>
      <w:r>
        <w:tab/>
      </w:r>
      <w:r w:rsidR="00B81B92">
        <w:t>44</w:t>
      </w:r>
      <w:r>
        <w:t>cm</w:t>
      </w:r>
    </w:p>
    <w:p w14:paraId="58690DF4" w14:textId="20A09EA0" w:rsidR="005F4D52" w:rsidRDefault="005F4D52" w:rsidP="00DD0E11">
      <w:r>
        <w:t>Breedte:</w:t>
      </w:r>
      <w:r>
        <w:tab/>
      </w:r>
      <w:r w:rsidR="00B81B92">
        <w:t>55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40CBCE15" w:rsidR="00502659" w:rsidRDefault="00502659" w:rsidP="008A5169">
      <w:pPr>
        <w:pStyle w:val="Bulleted1"/>
        <w:numPr>
          <w:ilvl w:val="0"/>
          <w:numId w:val="0"/>
        </w:numPr>
      </w:pPr>
    </w:p>
    <w:p w14:paraId="65ADC32F" w14:textId="5625CDD2" w:rsidR="00D0434A" w:rsidRDefault="00D0434A" w:rsidP="008A5169">
      <w:pPr>
        <w:pStyle w:val="Bulleted1"/>
        <w:numPr>
          <w:ilvl w:val="0"/>
          <w:numId w:val="0"/>
        </w:numPr>
      </w:pPr>
    </w:p>
    <w:p w14:paraId="0355D2C6" w14:textId="77777777" w:rsidR="00D0434A" w:rsidRDefault="00D0434A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D0434A">
      <w:pPr>
        <w:pStyle w:val="Lijstalinea"/>
      </w:pPr>
    </w:p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C6D0C36" w:rsidR="008A5169" w:rsidRDefault="00D0434A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E7A35DB" wp14:editId="200EF0CC">
            <wp:extent cx="5977255" cy="32175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EABE" w14:textId="77777777" w:rsidR="00993C22" w:rsidRDefault="00993C22">
      <w:r>
        <w:separator/>
      </w:r>
    </w:p>
  </w:endnote>
  <w:endnote w:type="continuationSeparator" w:id="0">
    <w:p w14:paraId="352FEF4D" w14:textId="77777777" w:rsidR="00993C22" w:rsidRDefault="009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C5FE" w14:textId="77777777" w:rsidR="00993C22" w:rsidRDefault="00993C22">
      <w:r>
        <w:separator/>
      </w:r>
    </w:p>
  </w:footnote>
  <w:footnote w:type="continuationSeparator" w:id="0">
    <w:p w14:paraId="0F4203B0" w14:textId="77777777" w:rsidR="00993C22" w:rsidRDefault="0099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6655801C" w:rsidR="00025544" w:rsidRPr="001332A1" w:rsidRDefault="007B4B1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 w:rsidR="00223CF0">
      <w:rPr>
        <w:rFonts w:ascii="Arial" w:hAnsi="Arial" w:cs="Arial"/>
        <w:b/>
        <w:szCs w:val="24"/>
        <w:lang w:val="nl-BE"/>
      </w:rPr>
      <w:t xml:space="preserve"> </w:t>
    </w: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27348D"/>
    <w:multiLevelType w:val="hybridMultilevel"/>
    <w:tmpl w:val="6E6A335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5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2"/>
  </w:num>
  <w:num w:numId="9" w16cid:durableId="1815442792">
    <w:abstractNumId w:val="28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7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3"/>
  </w:num>
  <w:num w:numId="19" w16cid:durableId="500582859">
    <w:abstractNumId w:val="24"/>
  </w:num>
  <w:num w:numId="20" w16cid:durableId="737437916">
    <w:abstractNumId w:val="21"/>
  </w:num>
  <w:num w:numId="21" w16cid:durableId="1427729389">
    <w:abstractNumId w:val="20"/>
  </w:num>
  <w:num w:numId="22" w16cid:durableId="1490711305">
    <w:abstractNumId w:val="15"/>
  </w:num>
  <w:num w:numId="23" w16cid:durableId="1412435083">
    <w:abstractNumId w:val="26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 w:numId="29" w16cid:durableId="84790938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953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B17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34A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4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17d37a4d-1901-487a-8e58-d338e641c525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C42AF6-9EDE-448D-A784-D8361C0EC52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2</Pages>
  <Words>154</Words>
  <Characters>834</Characters>
  <Application>Microsoft Office Word</Application>
  <DocSecurity>0</DocSecurity>
  <Lines>6</Lines>
  <Paragraphs>1</Paragraphs>
  <ScaleCrop>false</ScaleCrop>
  <Company>Geberit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